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8556438" w:rsidR="008145D7" w:rsidRPr="00731735" w:rsidRDefault="008145D7" w:rsidP="00882E6D">
      <w:pPr>
        <w:spacing w:line="240" w:lineRule="auto"/>
        <w:rPr>
          <w:b/>
          <w:bCs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731735" w:rsidRPr="00731735">
        <w:rPr>
          <w:rStyle w:val="Siln"/>
        </w:rPr>
        <w:t>Školení a kurzy svařování kovových materiálů OŘ UNL 2025-2026</w:t>
      </w:r>
      <w:r w:rsidR="00CA7B1D">
        <w:rPr>
          <w:rStyle w:val="Siln"/>
        </w:rPr>
        <w:t xml:space="preserve"> - </w:t>
      </w:r>
      <w:r w:rsidR="00CA7B1D" w:rsidRPr="00CA7B1D">
        <w:rPr>
          <w:b/>
          <w:bCs/>
        </w:rPr>
        <w:t>Část 2 a 3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r w:rsidRPr="00D2133C">
        <w:rPr>
          <w:rFonts w:eastAsia="Times New Roman" w:cs="Times New Roman"/>
          <w:lang w:eastAsia="cs-CZ"/>
        </w:rPr>
        <w:t xml:space="preserve">č.j. </w:t>
      </w:r>
      <w:r w:rsidR="00CC35BC">
        <w:rPr>
          <w:rFonts w:eastAsia="Times New Roman" w:cs="Times New Roman"/>
          <w:lang w:eastAsia="cs-CZ"/>
        </w:rPr>
        <w:t>23176</w:t>
      </w:r>
      <w:r w:rsidR="00D2133C" w:rsidRPr="00D2133C">
        <w:rPr>
          <w:rFonts w:eastAsia="Times New Roman" w:cs="Times New Roman"/>
          <w:lang w:eastAsia="cs-CZ"/>
        </w:rPr>
        <w:t>/2025-SŽ-OŘ UNL-OVZ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CC35B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CC35BC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</w:t>
      </w:r>
      <w:r w:rsidR="00D45C59">
        <w:rPr>
          <w:rFonts w:eastAsia="Calibri" w:cs="Times New Roman"/>
        </w:rPr>
        <w:lastRenderedPageBreak/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2CA94" w14:textId="0BF1041D" w:rsidR="00731735" w:rsidRDefault="0073173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3C791395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55691C8C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1732D"/>
    <w:rsid w:val="001262BA"/>
    <w:rsid w:val="0014098E"/>
    <w:rsid w:val="00146A86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3F46AB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D3749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31735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0242F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A7B1D"/>
    <w:rsid w:val="00CC35BC"/>
    <w:rsid w:val="00CD1FC4"/>
    <w:rsid w:val="00CF32AA"/>
    <w:rsid w:val="00D21061"/>
    <w:rsid w:val="00D2133C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3D45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1732D"/>
    <w:rsid w:val="00146A86"/>
    <w:rsid w:val="003F46AB"/>
    <w:rsid w:val="0049171C"/>
    <w:rsid w:val="004D3749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97</TotalTime>
  <Pages>2</Pages>
  <Words>477</Words>
  <Characters>2820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Vondráková Veronika, Ing.</cp:lastModifiedBy>
  <cp:revision>15</cp:revision>
  <cp:lastPrinted>2017-11-28T17:18:00Z</cp:lastPrinted>
  <dcterms:created xsi:type="dcterms:W3CDTF">2023-11-16T10:29:00Z</dcterms:created>
  <dcterms:modified xsi:type="dcterms:W3CDTF">2025-08-22T08:23:00Z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